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Borders>
          <w:bottom w:val="thinThickLargeGap" w:sz="2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F7E15" w:rsidRPr="00445F75" w:rsidTr="00BF5628">
        <w:trPr>
          <w:trHeight w:val="2835"/>
        </w:trPr>
        <w:tc>
          <w:tcPr>
            <w:tcW w:w="9355" w:type="dxa"/>
          </w:tcPr>
          <w:p w:rsidR="00CF7E15" w:rsidRPr="00340403" w:rsidRDefault="009F72A2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8F74B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321002" wp14:editId="539CC915">
                  <wp:extent cx="514350" cy="647700"/>
                  <wp:effectExtent l="0" t="0" r="0" b="0"/>
                  <wp:docPr id="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47D0E" w:rsidRDefault="00547D0E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ФИНАНСОВОЕ УПРАВЛЕНИЕ</w:t>
            </w:r>
          </w:p>
          <w:p w:rsidR="00CF7E15" w:rsidRPr="00340403" w:rsidRDefault="006C4621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A15E08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МУНИЦИПАЛЬНОГО ОБРАЗОВАНИЯ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НОГЛИКСКИЙ</w:t>
            </w:r>
            <w:r w:rsidR="00D26FA1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МУНИЦИПАЛЬНЫЙ ОКРУГ</w:t>
            </w:r>
            <w:r w:rsidR="00547D0E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САХАЛИНСК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ОЙ</w:t>
            </w:r>
            <w:r w:rsidR="00CF7E15" w:rsidRPr="00340403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 xml:space="preserve"> ОБЛАСТ</w:t>
            </w:r>
            <w:r w:rsidR="00445F75"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  <w:t>И</w:t>
            </w:r>
          </w:p>
          <w:p w:rsidR="00CF7E15" w:rsidRPr="00340403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404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 Советская, 15, пгт. Ноглики, 694450</w:t>
            </w:r>
          </w:p>
          <w:p w:rsidR="006C4621" w:rsidRPr="00547D0E" w:rsidRDefault="00547D0E" w:rsidP="00547D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тел.: (42444) 97363,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6C4621" w:rsidRPr="00A15E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mail</w:t>
            </w:r>
            <w:r w:rsidR="006C4621" w:rsidRPr="00547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finu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nogliki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sakhalin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gov</w:t>
            </w:r>
            <w:proofErr w:type="spellEnd"/>
            <w:r w:rsidRPr="00037C8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  <w:p w:rsidR="00CF7E15" w:rsidRPr="00547D0E" w:rsidRDefault="00CF7E15" w:rsidP="008F74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37C89" w:rsidRPr="00F91E72" w:rsidRDefault="00F91E72" w:rsidP="00F91E72">
      <w:pPr>
        <w:tabs>
          <w:tab w:val="left" w:pos="3555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</w:t>
      </w:r>
      <w:r w:rsidR="00A05E82">
        <w:rPr>
          <w:rFonts w:ascii="Times New Roman" w:hAnsi="Times New Roman"/>
          <w:sz w:val="26"/>
          <w:szCs w:val="26"/>
        </w:rPr>
        <w:t xml:space="preserve">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A05E82">
        <w:rPr>
          <w:rFonts w:ascii="Times New Roman" w:hAnsi="Times New Roman"/>
          <w:sz w:val="26"/>
          <w:szCs w:val="26"/>
        </w:rPr>
        <w:t xml:space="preserve">ПРОЕКТ </w:t>
      </w:r>
      <w:r w:rsidRPr="00F91E72">
        <w:rPr>
          <w:rFonts w:ascii="Times New Roman" w:hAnsi="Times New Roman"/>
          <w:sz w:val="26"/>
          <w:szCs w:val="26"/>
        </w:rPr>
        <w:t>ПРИКАЗ</w:t>
      </w:r>
      <w:r w:rsidR="00A05E82">
        <w:rPr>
          <w:rFonts w:ascii="Times New Roman" w:hAnsi="Times New Roman"/>
          <w:sz w:val="26"/>
          <w:szCs w:val="26"/>
        </w:rPr>
        <w:t>А</w:t>
      </w:r>
    </w:p>
    <w:p w:rsidR="00F91E72" w:rsidRPr="00F91E72" w:rsidRDefault="006B6E3B" w:rsidP="00F91E72">
      <w:pPr>
        <w:tabs>
          <w:tab w:val="left" w:pos="355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11.08</w:t>
      </w:r>
      <w:r w:rsidR="00A05E82">
        <w:rPr>
          <w:rFonts w:ascii="Times New Roman" w:hAnsi="Times New Roman"/>
          <w:sz w:val="26"/>
          <w:szCs w:val="26"/>
        </w:rPr>
        <w:t xml:space="preserve">.2025 № 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 нормативных затрат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обеспечение функций финансового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управления муниципального образования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Ногликский муниципальный округ</w:t>
      </w:r>
    </w:p>
    <w:p w:rsidR="00037C89" w:rsidRDefault="00037C89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Сахалинской области</w:t>
      </w:r>
    </w:p>
    <w:p w:rsidR="00E2330D" w:rsidRPr="00037C89" w:rsidRDefault="00E2330D" w:rsidP="00037C8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37C89" w:rsidRDefault="00037C89" w:rsidP="00037C89">
      <w:pPr>
        <w:spacing w:after="0" w:line="120" w:lineRule="auto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</w:t>
      </w:r>
    </w:p>
    <w:p w:rsidR="00037C89" w:rsidRPr="00037C89" w:rsidRDefault="00037C89" w:rsidP="00037C8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На основании постановления администрации муниципального образования «Городской округ Ногликский» от 15.08.2016 № 275 </w:t>
      </w:r>
      <w:bookmarkStart w:id="0" w:name="doc_name"/>
      <w:r w:rsidRPr="00037C89">
        <w:rPr>
          <w:rFonts w:ascii="Times New Roman" w:hAnsi="Times New Roman"/>
          <w:sz w:val="26"/>
          <w:szCs w:val="26"/>
        </w:rPr>
        <w:t>«Об утверждении Правил определения нормативных затрат на обеспечение функций органов местного самоуправления муниципального образования «Городской округ Ногликский» и подведомственных им казенных учреждений</w:t>
      </w:r>
      <w:bookmarkEnd w:id="0"/>
      <w:r w:rsidRPr="00037C89">
        <w:rPr>
          <w:rFonts w:ascii="Times New Roman" w:hAnsi="Times New Roman"/>
          <w:sz w:val="26"/>
          <w:szCs w:val="26"/>
        </w:rPr>
        <w:t>», в целях повышения эффективности расходования бюджетных средств и обоснования объекта закупки, ПРИКАЗЫВАЮ: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Установить нормативные затраты на обеспечение функций финансового управления муниципального образования Ногликский муниципальный округ Сахалинской области, согласно приложению № 1 к настоящему приказу.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Утвердить нормативы количества и цены товаров, работ, услуг, планируемых к приобретению для обеспечения функций финансового управления муниципального образования Ногликский муниципальный округ Сахалинской области, согласно приложению № 2 к настоящему приказу.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Признать</w:t>
      </w:r>
      <w:r w:rsidR="00A05E82">
        <w:rPr>
          <w:rFonts w:ascii="Times New Roman" w:hAnsi="Times New Roman"/>
          <w:sz w:val="26"/>
          <w:szCs w:val="26"/>
        </w:rPr>
        <w:t xml:space="preserve"> утратившим силу с 1 января 2026</w:t>
      </w:r>
      <w:r w:rsidRPr="00037C89">
        <w:rPr>
          <w:rFonts w:ascii="Times New Roman" w:hAnsi="Times New Roman"/>
          <w:sz w:val="26"/>
          <w:szCs w:val="26"/>
        </w:rPr>
        <w:t xml:space="preserve"> года приказ финансового управления муниц</w:t>
      </w:r>
      <w:r w:rsidR="001F1CCC">
        <w:rPr>
          <w:rFonts w:ascii="Times New Roman" w:hAnsi="Times New Roman"/>
          <w:sz w:val="26"/>
          <w:szCs w:val="26"/>
        </w:rPr>
        <w:t>ипального образования Ногликский муниципальный орган Сахалинской области</w:t>
      </w:r>
      <w:r w:rsidR="00A05E82">
        <w:rPr>
          <w:rFonts w:ascii="Times New Roman" w:hAnsi="Times New Roman"/>
          <w:sz w:val="26"/>
          <w:szCs w:val="26"/>
        </w:rPr>
        <w:t xml:space="preserve"> от 31.03.2025 № 13</w:t>
      </w:r>
      <w:r w:rsidRPr="00037C89">
        <w:rPr>
          <w:rFonts w:ascii="Times New Roman" w:hAnsi="Times New Roman"/>
          <w:sz w:val="26"/>
          <w:szCs w:val="26"/>
        </w:rPr>
        <w:t xml:space="preserve"> «Об утверждении нормативных затрат на обеспечении функций финансового управления муниципальн</w:t>
      </w:r>
      <w:r w:rsidR="00A05E82">
        <w:rPr>
          <w:rFonts w:ascii="Times New Roman" w:hAnsi="Times New Roman"/>
          <w:sz w:val="26"/>
          <w:szCs w:val="26"/>
        </w:rPr>
        <w:t>ого образования Ногликский муниципальный округ Сахалинской области</w:t>
      </w:r>
      <w:r w:rsidR="001F1CCC">
        <w:rPr>
          <w:rFonts w:ascii="Times New Roman" w:hAnsi="Times New Roman"/>
          <w:sz w:val="26"/>
          <w:szCs w:val="26"/>
        </w:rPr>
        <w:t>»</w:t>
      </w:r>
      <w:bookmarkStart w:id="1" w:name="_GoBack"/>
      <w:bookmarkEnd w:id="1"/>
      <w:r w:rsidRPr="00037C89">
        <w:rPr>
          <w:rFonts w:ascii="Times New Roman" w:hAnsi="Times New Roman"/>
          <w:sz w:val="26"/>
          <w:szCs w:val="26"/>
        </w:rPr>
        <w:t>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>Настоящий приказ вступает в силу с момента подписания и распространяется на правоотноше</w:t>
      </w:r>
      <w:r w:rsidR="00A05E82">
        <w:rPr>
          <w:rFonts w:ascii="Times New Roman" w:hAnsi="Times New Roman"/>
          <w:sz w:val="26"/>
          <w:szCs w:val="26"/>
        </w:rPr>
        <w:t>ния, возникающие с 1 января 2026</w:t>
      </w:r>
      <w:r w:rsidRPr="00037C89">
        <w:rPr>
          <w:rFonts w:ascii="Times New Roman" w:hAnsi="Times New Roman"/>
          <w:sz w:val="26"/>
          <w:szCs w:val="26"/>
        </w:rPr>
        <w:t xml:space="preserve"> года.</w:t>
      </w:r>
    </w:p>
    <w:p w:rsidR="00037C89" w:rsidRPr="00037C89" w:rsidRDefault="00037C89" w:rsidP="00037C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Контроль за исполнением настоящего приказа возложить на начальника отдела учета и отчетности </w:t>
      </w:r>
      <w:proofErr w:type="spellStart"/>
      <w:r w:rsidRPr="00037C89">
        <w:rPr>
          <w:rFonts w:ascii="Times New Roman" w:hAnsi="Times New Roman"/>
          <w:sz w:val="26"/>
          <w:szCs w:val="26"/>
        </w:rPr>
        <w:t>Кашинову</w:t>
      </w:r>
      <w:proofErr w:type="spellEnd"/>
      <w:r w:rsidRPr="00037C89">
        <w:rPr>
          <w:rFonts w:ascii="Times New Roman" w:hAnsi="Times New Roman"/>
          <w:sz w:val="26"/>
          <w:szCs w:val="26"/>
        </w:rPr>
        <w:t xml:space="preserve"> С.Т. </w:t>
      </w:r>
    </w:p>
    <w:p w:rsidR="00037C89" w:rsidRPr="00037C89" w:rsidRDefault="00037C89" w:rsidP="00037C89">
      <w:pPr>
        <w:ind w:left="709"/>
        <w:jc w:val="both"/>
        <w:rPr>
          <w:rFonts w:ascii="Times New Roman" w:hAnsi="Times New Roman"/>
          <w:sz w:val="26"/>
          <w:szCs w:val="26"/>
        </w:rPr>
      </w:pPr>
      <w:r w:rsidRPr="00037C89">
        <w:rPr>
          <w:rFonts w:ascii="Times New Roman" w:hAnsi="Times New Roman"/>
          <w:sz w:val="26"/>
          <w:szCs w:val="26"/>
        </w:rPr>
        <w:t xml:space="preserve">     </w:t>
      </w:r>
    </w:p>
    <w:p w:rsidR="00037C89" w:rsidRPr="00037C89" w:rsidRDefault="00037C89" w:rsidP="00037C89">
      <w:pPr>
        <w:jc w:val="both"/>
        <w:rPr>
          <w:rFonts w:ascii="Times New Roman" w:hAnsi="Times New Roman"/>
          <w:sz w:val="26"/>
          <w:szCs w:val="26"/>
        </w:rPr>
      </w:pPr>
    </w:p>
    <w:p w:rsidR="00BF5628" w:rsidRPr="00037C89" w:rsidRDefault="00037C89" w:rsidP="00037C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C89">
        <w:rPr>
          <w:rFonts w:ascii="Times New Roman" w:hAnsi="Times New Roman"/>
          <w:sz w:val="26"/>
          <w:szCs w:val="26"/>
        </w:rPr>
        <w:t xml:space="preserve">Начальник финуправления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</w:t>
      </w:r>
      <w:r w:rsidRPr="00037C89">
        <w:rPr>
          <w:rFonts w:ascii="Times New Roman" w:hAnsi="Times New Roman"/>
          <w:sz w:val="26"/>
          <w:szCs w:val="26"/>
        </w:rPr>
        <w:t xml:space="preserve"> </w:t>
      </w:r>
      <w:r w:rsidR="007E41CE">
        <w:rPr>
          <w:rFonts w:ascii="Times New Roman" w:hAnsi="Times New Roman"/>
          <w:sz w:val="26"/>
          <w:szCs w:val="26"/>
        </w:rPr>
        <w:t xml:space="preserve">  </w:t>
      </w:r>
      <w:r w:rsidRPr="00037C89">
        <w:rPr>
          <w:rFonts w:ascii="Times New Roman" w:hAnsi="Times New Roman"/>
          <w:sz w:val="26"/>
          <w:szCs w:val="26"/>
        </w:rPr>
        <w:t xml:space="preserve">Е.В. Петрушенко            </w:t>
      </w: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037C89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D0E" w:rsidRPr="00BF5628" w:rsidRDefault="00547D0E" w:rsidP="00BF562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47D0E" w:rsidRPr="00BF5628" w:rsidSect="0031487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996136"/>
    <w:multiLevelType w:val="hybridMultilevel"/>
    <w:tmpl w:val="D3866C6E"/>
    <w:lvl w:ilvl="0" w:tplc="94C86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3F"/>
    <w:rsid w:val="00037C89"/>
    <w:rsid w:val="001F1CCC"/>
    <w:rsid w:val="0031487E"/>
    <w:rsid w:val="00335E20"/>
    <w:rsid w:val="003907C0"/>
    <w:rsid w:val="00445F75"/>
    <w:rsid w:val="004A40EF"/>
    <w:rsid w:val="00547D0E"/>
    <w:rsid w:val="005B2F3F"/>
    <w:rsid w:val="006B6E3B"/>
    <w:rsid w:val="006C4621"/>
    <w:rsid w:val="0070303D"/>
    <w:rsid w:val="007E41CE"/>
    <w:rsid w:val="00845ECD"/>
    <w:rsid w:val="008F74B0"/>
    <w:rsid w:val="00942188"/>
    <w:rsid w:val="009F72A2"/>
    <w:rsid w:val="00A05E82"/>
    <w:rsid w:val="00A7381F"/>
    <w:rsid w:val="00AE7716"/>
    <w:rsid w:val="00B25688"/>
    <w:rsid w:val="00B85C46"/>
    <w:rsid w:val="00BB5552"/>
    <w:rsid w:val="00BF5628"/>
    <w:rsid w:val="00C36F12"/>
    <w:rsid w:val="00CF7E15"/>
    <w:rsid w:val="00D22133"/>
    <w:rsid w:val="00D26FA1"/>
    <w:rsid w:val="00E2330D"/>
    <w:rsid w:val="00E61189"/>
    <w:rsid w:val="00F9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D53A2-7D7F-4A53-A06A-A608D8283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E1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14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kyanova\Desktop\&#1041;&#1083;&#1072;&#1085;&#1082;%20&#1087;&#1080;&#1089;&#1100;&#1084;&#1072;%20&#1040;&#1044;&#1052;&#1048;&#1053;&#1048;&#1057;&#1058;&#1056;&#1040;&#1062;&#1048;&#107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АДМИНИСТРАЦИЯ</Template>
  <TotalTime>146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Лукьянова</dc:creator>
  <cp:keywords/>
  <dc:description/>
  <cp:lastModifiedBy>Елена А. Ремета</cp:lastModifiedBy>
  <cp:revision>6</cp:revision>
  <cp:lastPrinted>2025-08-11T06:08:00Z</cp:lastPrinted>
  <dcterms:created xsi:type="dcterms:W3CDTF">2025-01-09T23:45:00Z</dcterms:created>
  <dcterms:modified xsi:type="dcterms:W3CDTF">2025-08-11T06:08:00Z</dcterms:modified>
</cp:coreProperties>
</file>